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12977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5D808FE0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81C5AEB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62D8BB57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2F97EDDF" w14:textId="77777777" w:rsidR="00AA1D43" w:rsidRPr="00AA1D43" w:rsidRDefault="00AA1D43" w:rsidP="00AA1D43">
      <w:pPr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 xml:space="preserve">Anexa 9 </w:t>
      </w:r>
    </w:p>
    <w:p w14:paraId="728D41C0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3020565E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639E121D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4229C4B1" w14:textId="77777777"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lang w:eastAsia="en-US"/>
        </w:rPr>
      </w:pPr>
      <w:r w:rsidRPr="00AA1D43">
        <w:rPr>
          <w:rFonts w:ascii="Calibri" w:eastAsia="Calibri" w:hAnsi="Calibri" w:cs="Calibri"/>
          <w:b/>
          <w:color w:val="000000"/>
          <w:lang w:eastAsia="en-US"/>
        </w:rPr>
        <w:t>DECLARAȚIA PE PROPRIE RĂSPUNDERE A REPREZENTANTULUI LEGAL AL SOLICITANTULUI/LIDERUL DE PARTENERIAT PRIVIND CONFORMITATEA CU ORIGINALUL A DOCUMENTELOR ÎNCĂRCATE ÎN MYSMIS</w:t>
      </w:r>
    </w:p>
    <w:p w14:paraId="576B9231" w14:textId="77777777" w:rsidR="00AA1D43" w:rsidRPr="00AA1D43" w:rsidRDefault="00AA1D43" w:rsidP="00AA1D43">
      <w:pPr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lang w:eastAsia="en-US"/>
        </w:rPr>
      </w:pPr>
    </w:p>
    <w:p w14:paraId="54D43E1D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6D5FAFFB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0AEF1B09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11ECDCA6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46D97E82" w14:textId="77777777" w:rsidR="00AA1D43" w:rsidRPr="00AA1D43" w:rsidRDefault="00AA1D43" w:rsidP="00AA1D43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eastAsia="en-US"/>
        </w:rPr>
      </w:pPr>
    </w:p>
    <w:p w14:paraId="20D70F87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>Subsemnatul___________, CNP _______________, posesor C.I seria ______, nr. __________, în calitate de ______________________ al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 xml:space="preserve">, declar pe propria răspundere sub sancțiunea de fals și uz de fals în declarații conform prevederilor Codului Penal, că documentele încărcate in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 xml:space="preserve"> cu ocazia transmiterii Cererii de finanțare având titlul________________________________, Cod SMIS _________, </w:t>
      </w:r>
      <w:r w:rsidRPr="00AA1D43">
        <w:rPr>
          <w:rFonts w:ascii="Calibri" w:eastAsia="Calibri" w:hAnsi="Calibri" w:cs="Calibri"/>
          <w:bCs/>
          <w:lang w:eastAsia="en-US"/>
        </w:rPr>
        <w:t xml:space="preserve">sau care vor fi încărcate în </w:t>
      </w:r>
      <w:proofErr w:type="spellStart"/>
      <w:r w:rsidRPr="00AA1D43">
        <w:rPr>
          <w:rFonts w:ascii="Calibri" w:eastAsia="Calibri" w:hAnsi="Calibri" w:cs="Calibri"/>
          <w:bCs/>
          <w:lang w:eastAsia="en-US"/>
        </w:rPr>
        <w:t>MySMIS</w:t>
      </w:r>
      <w:proofErr w:type="spellEnd"/>
      <w:r w:rsidRPr="00AA1D43">
        <w:rPr>
          <w:rFonts w:ascii="Calibri" w:eastAsia="Calibri" w:hAnsi="Calibri" w:cs="Calibri"/>
          <w:bCs/>
          <w:lang w:eastAsia="en-US"/>
        </w:rPr>
        <w:t xml:space="preserve"> pe parcursul procesului de evaluare selecție și contractare</w:t>
      </w:r>
      <w:r w:rsidRPr="00AA1D43">
        <w:rPr>
          <w:rFonts w:ascii="Calibri" w:hAnsi="Calibri" w:cs="Calibri"/>
          <w:lang w:eastAsia="en-US"/>
        </w:rPr>
        <w:t xml:space="preserve"> în aplicația </w:t>
      </w:r>
      <w:proofErr w:type="spellStart"/>
      <w:r w:rsidRPr="00AA1D43">
        <w:rPr>
          <w:rFonts w:ascii="Calibri" w:hAnsi="Calibri" w:cs="Calibri"/>
          <w:lang w:eastAsia="en-US"/>
        </w:rPr>
        <w:t>MySMIS</w:t>
      </w:r>
      <w:proofErr w:type="spellEnd"/>
      <w:r w:rsidRPr="00AA1D43">
        <w:rPr>
          <w:rFonts w:ascii="Calibri" w:hAnsi="Calibri" w:cs="Calibri"/>
          <w:lang w:eastAsia="en-US"/>
        </w:rPr>
        <w:t>, sunt conforme cu documentele originale aflate în posesia (</w:t>
      </w:r>
      <w:r w:rsidRPr="00AA1D43">
        <w:rPr>
          <w:rFonts w:ascii="Calibri" w:hAnsi="Calibri" w:cs="Calibri"/>
          <w:i/>
          <w:iCs/>
          <w:lang w:eastAsia="sk-SK"/>
        </w:rPr>
        <w:t>completați cu denumirea organizației solicitante)</w:t>
      </w:r>
      <w:r w:rsidRPr="00AA1D43">
        <w:rPr>
          <w:rFonts w:ascii="Calibri" w:hAnsi="Calibri" w:cs="Calibri"/>
          <w:lang w:eastAsia="en-US"/>
        </w:rPr>
        <w:t>.</w:t>
      </w:r>
    </w:p>
    <w:p w14:paraId="757B80C3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1E07A710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26A0CBC8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01B68FA0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53B0AA0A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3B783553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</w:p>
    <w:p w14:paraId="0DA28D05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Semnătura:                                                                                                             Data: </w:t>
      </w:r>
    </w:p>
    <w:p w14:paraId="3008A074" w14:textId="77777777" w:rsidR="00AA1D43" w:rsidRPr="00AA1D43" w:rsidRDefault="00AA1D43" w:rsidP="00AA1D43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AA1D43">
        <w:rPr>
          <w:rFonts w:ascii="Calibri" w:hAnsi="Calibri" w:cs="Calibri"/>
          <w:lang w:eastAsia="en-US"/>
        </w:rPr>
        <w:t xml:space="preserve">Nume, prenume                                                                                                      </w:t>
      </w:r>
      <w:proofErr w:type="spellStart"/>
      <w:r w:rsidRPr="00AA1D43">
        <w:rPr>
          <w:rFonts w:ascii="Calibri" w:hAnsi="Calibri" w:cs="Calibri"/>
          <w:lang w:eastAsia="en-US"/>
        </w:rPr>
        <w:t>zz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ll</w:t>
      </w:r>
      <w:proofErr w:type="spellEnd"/>
      <w:r w:rsidRPr="00AA1D43">
        <w:rPr>
          <w:rFonts w:ascii="Calibri" w:hAnsi="Calibri" w:cs="Calibri"/>
          <w:lang w:eastAsia="en-US"/>
        </w:rPr>
        <w:t>/</w:t>
      </w:r>
      <w:proofErr w:type="spellStart"/>
      <w:r w:rsidRPr="00AA1D43">
        <w:rPr>
          <w:rFonts w:ascii="Calibri" w:hAnsi="Calibri" w:cs="Calibri"/>
          <w:lang w:eastAsia="en-US"/>
        </w:rPr>
        <w:t>aaaa</w:t>
      </w:r>
      <w:proofErr w:type="spellEnd"/>
    </w:p>
    <w:p w14:paraId="56005F5A" w14:textId="77777777" w:rsidR="00AA1D43" w:rsidRPr="00AA1D43" w:rsidRDefault="00AA1D43" w:rsidP="00AA1D43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i/>
          <w:iCs/>
          <w:lang w:eastAsia="sk-SK"/>
        </w:rPr>
      </w:pPr>
      <w:r w:rsidRPr="00AA1D43">
        <w:rPr>
          <w:rFonts w:ascii="Calibri" w:hAnsi="Calibri" w:cs="Calibri"/>
          <w:i/>
          <w:iCs/>
          <w:lang w:eastAsia="sk-SK"/>
        </w:rPr>
        <w:t>Semnătura reprezentantului legal al solicitantului</w:t>
      </w:r>
    </w:p>
    <w:p w14:paraId="6756D809" w14:textId="77777777" w:rsidR="00C916A3" w:rsidRPr="00AA1D43" w:rsidRDefault="00C916A3" w:rsidP="00376CFE">
      <w:pPr>
        <w:rPr>
          <w:rFonts w:ascii="Calibri" w:hAnsi="Calibri" w:cs="Calibri"/>
        </w:rPr>
      </w:pPr>
    </w:p>
    <w:p w14:paraId="09AAB108" w14:textId="77777777" w:rsidR="0009018B" w:rsidRDefault="0009018B" w:rsidP="00376CFE"/>
    <w:sectPr w:rsidR="0009018B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B9389" w14:textId="77777777" w:rsidR="006F14B9" w:rsidRDefault="006F14B9">
      <w:r>
        <w:separator/>
      </w:r>
    </w:p>
  </w:endnote>
  <w:endnote w:type="continuationSeparator" w:id="0">
    <w:p w14:paraId="039437A2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3E4FA19" w14:textId="77777777">
      <w:trPr>
        <w:cantSplit/>
        <w:trHeight w:hRule="exact" w:val="340"/>
        <w:hidden/>
      </w:trPr>
      <w:tc>
        <w:tcPr>
          <w:tcW w:w="9210" w:type="dxa"/>
        </w:tcPr>
        <w:p w14:paraId="324B0AAA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025B3880" w14:textId="77777777" w:rsidR="00F12E7F" w:rsidRDefault="00AA1D43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1BA6540C" wp14:editId="56F30A0E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D58FAE" wp14:editId="4FF5E2D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2CF3D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58FAE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2862CF3D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70B7F9C" wp14:editId="7F2B5E0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7CC40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0B7F9C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4DF7CC40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C35B5B" wp14:editId="0A9495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B52B2F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24663D8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171310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C35B5B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25B52B2F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24663D8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171310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1267874" wp14:editId="3BE7A91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932872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82D1C" w14:textId="77777777" w:rsidR="00072DDE" w:rsidRDefault="00AA1D43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CF9828A" wp14:editId="5B11AA98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CA677A" wp14:editId="22F0A07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E48864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A677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16E48864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449CE34" wp14:editId="1E785ED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810AE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49CE34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99810AE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DBD9B8" wp14:editId="2F3C195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91A84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2BAF91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9F3D275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DBD9B8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2D391A84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2BAF91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9F3D275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2FA62DD3" wp14:editId="1538C91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638A0" w14:textId="77777777" w:rsidR="006F14B9" w:rsidRDefault="006F14B9">
      <w:r>
        <w:separator/>
      </w:r>
    </w:p>
  </w:footnote>
  <w:footnote w:type="continuationSeparator" w:id="0">
    <w:p w14:paraId="38D1332B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77AC7" w14:textId="77777777" w:rsidR="002B3BB9" w:rsidRPr="00851382" w:rsidRDefault="00AA1D43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15A6960" wp14:editId="34898B0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7AEE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64EBB0C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5A6960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3E87AEE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764EBB0C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3F0BE" w14:textId="77777777" w:rsidR="002B3BB9" w:rsidRDefault="00AA1D43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414FDFD5" wp14:editId="304ABDF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3E660FBC" wp14:editId="6C766DD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165FF8EB" wp14:editId="7ADD0AF0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600BC"/>
    <w:rsid w:val="00AA1D43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64F2D8C"/>
  <w15:chartTrackingRefBased/>
  <w15:docId w15:val="{BAA6CB46-1BEF-4670-96C8-EC2AE322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4B80F-C3E0-4D1C-8FFE-AA7C2F80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116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1168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2023-07-13T11:31:00Z</cp:lastPrinted>
  <dcterms:created xsi:type="dcterms:W3CDTF">2023-05-29T10:09:00Z</dcterms:created>
  <dcterms:modified xsi:type="dcterms:W3CDTF">2023-07-13T11:31:00Z</dcterms:modified>
</cp:coreProperties>
</file>